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1"/>
      </w:tblGrid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591" w:type="dxa"/>
          </w:tcPr>
          <w:p w:rsidR="00CE4B09" w:rsidRPr="00212BB1" w:rsidRDefault="00CE4B09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CCR1S</w:t>
            </w:r>
            <w:r w:rsidR="00671D56">
              <w:rPr>
                <w:rFonts w:asciiTheme="minorHAnsi" w:hAnsiTheme="minorHAnsi" w:cstheme="minorHAnsi"/>
                <w:b/>
                <w:bCs/>
              </w:rPr>
              <w:t>2</w:t>
            </w:r>
            <w:r w:rsidRPr="00C90A03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CE4B09" w:rsidRPr="00143067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ED42E0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671D56" w:rsidRPr="00671D56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CE4B09" w:rsidRPr="00143067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591" w:type="dxa"/>
          </w:tcPr>
          <w:p w:rsidR="00CE4B09" w:rsidRPr="00143067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591" w:type="dxa"/>
          </w:tcPr>
          <w:p w:rsidR="00CE4B09" w:rsidRDefault="00CE4B09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591" w:type="dxa"/>
          </w:tcPr>
          <w:p w:rsidR="00CE4B09" w:rsidRPr="00986C54" w:rsidRDefault="00CE4B09" w:rsidP="00D33FC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</w:t>
            </w:r>
            <w:r w:rsidR="00D33FC6">
              <w:rPr>
                <w:rFonts w:asciiTheme="minorHAnsi" w:hAnsiTheme="minorHAnsi" w:cstheme="minorHAnsi"/>
                <w:lang w:val="de-DE"/>
              </w:rPr>
              <w:t>eifenbox für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71D56" w:rsidRPr="00671D56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591" w:type="dxa"/>
          </w:tcPr>
          <w:p w:rsidR="00CE4B09" w:rsidRPr="00986C54" w:rsidRDefault="00ED42E0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E4B09" w:rsidRPr="000B45C5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Seife.</w:t>
            </w:r>
          </w:p>
        </w:tc>
      </w:tr>
      <w:tr w:rsidR="00CE4B09" w:rsidRPr="000B45C5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D2754D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591" w:type="dxa"/>
          </w:tcPr>
          <w:p w:rsidR="00CE4B09" w:rsidRPr="00986C54" w:rsidRDefault="00D33FC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591" w:type="dxa"/>
          </w:tcPr>
          <w:p w:rsidR="00CE4B09" w:rsidRPr="00986C54" w:rsidRDefault="00D33FC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0B45C5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</w:t>
            </w:r>
            <w:r w:rsidR="00ED42E0">
              <w:rPr>
                <w:rFonts w:asciiTheme="minorHAnsi" w:hAnsiTheme="minorHAnsi" w:cstheme="minorHAnsi"/>
                <w:lang w:val="de-DE"/>
              </w:rPr>
              <w:t xml:space="preserve"> Pure S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ED42E0">
              <w:rPr>
                <w:rFonts w:asciiTheme="minorHAnsi" w:hAnsiTheme="minorHAnsi" w:cstheme="minorHAnsi"/>
                <w:lang w:val="de-DE"/>
              </w:rPr>
              <w:t xml:space="preserve"> und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Seife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E4B09" w:rsidRPr="000B45C5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0B45C5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E4B09" w:rsidRPr="00986C54" w:rsidRDefault="00D33FC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671D56" w:rsidRPr="00671D56">
              <w:rPr>
                <w:rFonts w:asciiTheme="minorHAnsi" w:hAnsiTheme="minorHAnsi" w:cstheme="minorHAnsi"/>
                <w:lang w:val="de-DE"/>
              </w:rPr>
              <w:t>Flaschen</w:t>
            </w:r>
            <w:r w:rsidR="00671D56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>mit Seife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E4B09" w:rsidRPr="00986C54" w:rsidRDefault="00CE4B09" w:rsidP="00D33F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242319" w:rsidRDefault="00CE4B09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Default="00921DEB" w:rsidP="006F3CB6"/>
    <w:p w:rsidR="00143067" w:rsidRDefault="00143067" w:rsidP="00143067"/>
    <w:p w:rsidR="00143067" w:rsidRPr="00143067" w:rsidRDefault="00143067" w:rsidP="00143067">
      <w:pPr>
        <w:tabs>
          <w:tab w:val="left" w:pos="6885"/>
        </w:tabs>
      </w:pPr>
      <w:r>
        <w:tab/>
      </w:r>
    </w:p>
    <w:sectPr w:rsidR="00143067" w:rsidRPr="00143067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0CC" w:rsidRDefault="000E40CC" w:rsidP="00187130">
      <w:pPr>
        <w:spacing w:line="240" w:lineRule="auto"/>
      </w:pPr>
      <w:r>
        <w:separator/>
      </w:r>
    </w:p>
  </w:endnote>
  <w:endnote w:type="continuationSeparator" w:id="0">
    <w:p w:rsidR="000E40CC" w:rsidRDefault="000E40C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33FC6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143067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</w:t>
          </w:r>
          <w:r w:rsidR="00143067">
            <w:rPr>
              <w:sz w:val="16"/>
              <w:szCs w:val="16"/>
            </w:rPr>
            <w:t>2020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33FC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33FC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0CC" w:rsidRDefault="000E40CC" w:rsidP="00187130">
      <w:pPr>
        <w:spacing w:line="240" w:lineRule="auto"/>
      </w:pPr>
      <w:r>
        <w:separator/>
      </w:r>
    </w:p>
  </w:footnote>
  <w:footnote w:type="continuationSeparator" w:id="0">
    <w:p w:rsidR="000E40CC" w:rsidRDefault="000E40C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B45C5"/>
    <w:rsid w:val="000E101F"/>
    <w:rsid w:val="000E40CC"/>
    <w:rsid w:val="000F025F"/>
    <w:rsid w:val="000F397B"/>
    <w:rsid w:val="00143067"/>
    <w:rsid w:val="0016579A"/>
    <w:rsid w:val="00187130"/>
    <w:rsid w:val="00520B84"/>
    <w:rsid w:val="00671D56"/>
    <w:rsid w:val="006F3CB6"/>
    <w:rsid w:val="008A348D"/>
    <w:rsid w:val="008D6316"/>
    <w:rsid w:val="00921DEB"/>
    <w:rsid w:val="00967D7A"/>
    <w:rsid w:val="00B32D1F"/>
    <w:rsid w:val="00C72EF4"/>
    <w:rsid w:val="00CE4B09"/>
    <w:rsid w:val="00D33FC6"/>
    <w:rsid w:val="00D3408D"/>
    <w:rsid w:val="00ED42E0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EB8567A"/>
  <w15:docId w15:val="{34437510-8F5F-4364-BF2E-DBDD29CC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9</cp:revision>
  <dcterms:created xsi:type="dcterms:W3CDTF">2015-05-21T07:05:00Z</dcterms:created>
  <dcterms:modified xsi:type="dcterms:W3CDTF">2020-01-27T14:55:00Z</dcterms:modified>
</cp:coreProperties>
</file>